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226F5741" w14:textId="747E2DC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494833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494833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247310B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D55D802" w14:textId="7DCD24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F7DDE">
        <w:rPr>
          <w:rFonts w:ascii="Corbel" w:hAnsi="Corbel"/>
          <w:i/>
          <w:smallCaps/>
          <w:sz w:val="24"/>
          <w:szCs w:val="24"/>
        </w:rPr>
        <w:t>202</w:t>
      </w:r>
      <w:r w:rsidR="00042ABF">
        <w:rPr>
          <w:rFonts w:ascii="Corbel" w:hAnsi="Corbel"/>
          <w:i/>
          <w:smallCaps/>
          <w:sz w:val="24"/>
          <w:szCs w:val="24"/>
        </w:rPr>
        <w:t>4</w:t>
      </w:r>
      <w:r w:rsidR="008F7DDE">
        <w:rPr>
          <w:rFonts w:ascii="Corbel" w:hAnsi="Corbel"/>
          <w:i/>
          <w:smallCaps/>
          <w:sz w:val="24"/>
          <w:szCs w:val="24"/>
        </w:rPr>
        <w:t>–202</w:t>
      </w:r>
      <w:r w:rsidR="00042ABF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114CAB28" w14:textId="52B960D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F7DDE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54EDCB2" w14:textId="2CF68CB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7DD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F7DDE">
        <w:rPr>
          <w:rFonts w:ascii="Corbel" w:hAnsi="Corbel"/>
          <w:sz w:val="20"/>
          <w:szCs w:val="20"/>
        </w:rPr>
        <w:t>202</w:t>
      </w:r>
      <w:r w:rsidR="00042ABF">
        <w:rPr>
          <w:rFonts w:ascii="Corbel" w:hAnsi="Corbel"/>
          <w:sz w:val="20"/>
          <w:szCs w:val="20"/>
        </w:rPr>
        <w:t>6</w:t>
      </w:r>
      <w:r w:rsidR="008F7DDE">
        <w:rPr>
          <w:rFonts w:ascii="Corbel" w:hAnsi="Corbel"/>
          <w:sz w:val="20"/>
          <w:szCs w:val="20"/>
        </w:rPr>
        <w:t>/202</w:t>
      </w:r>
      <w:r w:rsidR="00042ABF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7D75773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1E6BA86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6C41B28" w14:textId="77777777">
        <w:tc>
          <w:tcPr>
            <w:tcW w:w="2694" w:type="dxa"/>
            <w:vAlign w:val="center"/>
          </w:tcPr>
          <w:p w:rsidRPr="009C54AE" w:rsidR="0085747A" w:rsidP="009C54AE" w:rsidRDefault="00C05F44" w14:paraId="2327C0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66AE3" w:rsidR="0085747A" w:rsidP="00CC6E3B" w:rsidRDefault="006E4BD8" w14:paraId="470ADCC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66AE3">
              <w:rPr>
                <w:rFonts w:ascii="Corbel" w:hAnsi="Corbel"/>
                <w:bCs/>
                <w:sz w:val="24"/>
                <w:szCs w:val="24"/>
              </w:rPr>
              <w:t xml:space="preserve">Ewaluacja </w:t>
            </w:r>
            <w:r w:rsidRPr="00866AE3" w:rsidR="00CC6E3B">
              <w:rPr>
                <w:rFonts w:ascii="Corbel" w:hAnsi="Corbel"/>
                <w:bCs/>
                <w:sz w:val="24"/>
                <w:szCs w:val="24"/>
              </w:rPr>
              <w:t>w pracy socjalnej</w:t>
            </w:r>
          </w:p>
        </w:tc>
      </w:tr>
      <w:tr w:rsidRPr="009C54AE" w:rsidR="0085747A" w:rsidTr="00B819C8" w14:paraId="0DAA320E" w14:textId="77777777">
        <w:tc>
          <w:tcPr>
            <w:tcW w:w="2694" w:type="dxa"/>
            <w:vAlign w:val="center"/>
          </w:tcPr>
          <w:p w:rsidRPr="009C54AE" w:rsidR="0085747A" w:rsidP="009C54AE" w:rsidRDefault="00C05F44" w14:paraId="2C5279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C6E3B" w14:paraId="731527F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P1S[6]F_01</w:t>
            </w:r>
          </w:p>
        </w:tc>
      </w:tr>
      <w:tr w:rsidRPr="009C54AE" w:rsidR="0085747A" w:rsidTr="00B819C8" w14:paraId="3F1781EF" w14:textId="77777777">
        <w:tc>
          <w:tcPr>
            <w:tcW w:w="2694" w:type="dxa"/>
            <w:vAlign w:val="center"/>
          </w:tcPr>
          <w:p w:rsidRPr="009C54AE" w:rsidR="0085747A" w:rsidP="00EA4832" w:rsidRDefault="0085747A" w14:paraId="554EECF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E39B2" w14:paraId="4FE5D4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4746844B" w14:textId="77777777">
        <w:tc>
          <w:tcPr>
            <w:tcW w:w="2694" w:type="dxa"/>
            <w:vAlign w:val="center"/>
          </w:tcPr>
          <w:p w:rsidRPr="009C54AE" w:rsidR="0085747A" w:rsidP="009C54AE" w:rsidRDefault="0085747A" w14:paraId="03E072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66AE3" w14:paraId="5493DB07" w14:textId="6D1882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AE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2E5A6EDE" w14:textId="77777777">
        <w:tc>
          <w:tcPr>
            <w:tcW w:w="2694" w:type="dxa"/>
            <w:vAlign w:val="center"/>
          </w:tcPr>
          <w:p w:rsidRPr="009C54AE" w:rsidR="0085747A" w:rsidP="009C54AE" w:rsidRDefault="0085747A" w14:paraId="774E08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57E82" w14:paraId="07AA6111" w14:textId="1FCF93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C2B0D">
              <w:rPr>
                <w:rFonts w:ascii="Corbel" w:hAnsi="Corbel"/>
                <w:b w:val="0"/>
                <w:sz w:val="24"/>
                <w:szCs w:val="24"/>
              </w:rPr>
              <w:t>raca socjalna</w:t>
            </w:r>
          </w:p>
        </w:tc>
      </w:tr>
      <w:tr w:rsidRPr="009C54AE" w:rsidR="0085747A" w:rsidTr="00B819C8" w14:paraId="221F7D8E" w14:textId="77777777">
        <w:tc>
          <w:tcPr>
            <w:tcW w:w="2694" w:type="dxa"/>
            <w:vAlign w:val="center"/>
          </w:tcPr>
          <w:p w:rsidRPr="009C54AE" w:rsidR="0085747A" w:rsidP="009C54AE" w:rsidRDefault="00DE4A14" w14:paraId="5E5BFC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71CEC" w14:paraId="09E49B1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Pr="009C54AE" w:rsidR="0085747A" w:rsidTr="00B819C8" w14:paraId="17C9C823" w14:textId="77777777">
        <w:tc>
          <w:tcPr>
            <w:tcW w:w="2694" w:type="dxa"/>
            <w:vAlign w:val="center"/>
          </w:tcPr>
          <w:p w:rsidRPr="009C54AE" w:rsidR="0085747A" w:rsidP="009C54AE" w:rsidRDefault="0085747A" w14:paraId="2D2078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E39B2" w14:paraId="51ADE8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4BC262BE" w14:textId="77777777">
        <w:tc>
          <w:tcPr>
            <w:tcW w:w="2694" w:type="dxa"/>
            <w:vAlign w:val="center"/>
          </w:tcPr>
          <w:p w:rsidRPr="009C54AE" w:rsidR="0085747A" w:rsidP="009C54AE" w:rsidRDefault="0085747A" w14:paraId="330FA6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E39B2" w14:paraId="7A69E6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3B34983D" w14:textId="77777777">
        <w:tc>
          <w:tcPr>
            <w:tcW w:w="2694" w:type="dxa"/>
            <w:vAlign w:val="center"/>
          </w:tcPr>
          <w:p w:rsidRPr="009C54AE" w:rsidR="0085747A" w:rsidP="009C54AE" w:rsidRDefault="0085747A" w14:paraId="7B52F7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071CEC" w:rsidRDefault="00C76A10" w14:paraId="38E819DA" w14:textId="0DB181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14C7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CC6E3B">
              <w:rPr>
                <w:rFonts w:ascii="Corbel" w:hAnsi="Corbel"/>
                <w:b w:val="0"/>
                <w:sz w:val="24"/>
                <w:szCs w:val="24"/>
              </w:rPr>
              <w:t>3, semestr VI</w:t>
            </w:r>
          </w:p>
        </w:tc>
      </w:tr>
      <w:tr w:rsidRPr="009C54AE" w:rsidR="0085747A" w:rsidTr="00B819C8" w14:paraId="28CEC0FC" w14:textId="77777777">
        <w:tc>
          <w:tcPr>
            <w:tcW w:w="2694" w:type="dxa"/>
            <w:vAlign w:val="center"/>
          </w:tcPr>
          <w:p w:rsidRPr="009C54AE" w:rsidR="0085747A" w:rsidP="009C54AE" w:rsidRDefault="0085747A" w14:paraId="6BC1200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71CEC" w14:paraId="6AF7359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B819C8" w14:paraId="4B6B1983" w14:textId="77777777">
        <w:tc>
          <w:tcPr>
            <w:tcW w:w="2694" w:type="dxa"/>
            <w:vAlign w:val="center"/>
          </w:tcPr>
          <w:p w:rsidRPr="009C54AE" w:rsidR="00923D7D" w:rsidP="009C54AE" w:rsidRDefault="00923D7D" w14:paraId="1ECE5E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257E82" w14:paraId="6DFE2F57" w14:textId="7DEF5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FE39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Pr="009C54AE" w:rsidR="0085747A" w:rsidTr="00B819C8" w14:paraId="4D8C249D" w14:textId="77777777">
        <w:tc>
          <w:tcPr>
            <w:tcW w:w="2694" w:type="dxa"/>
            <w:vAlign w:val="center"/>
          </w:tcPr>
          <w:p w:rsidRPr="009C54AE" w:rsidR="0085747A" w:rsidP="009C54AE" w:rsidRDefault="0085747A" w14:paraId="66BE88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E39B2" w14:paraId="368CAB1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  <w:tr w:rsidRPr="009C54AE" w:rsidR="0085747A" w:rsidTr="00B819C8" w14:paraId="1D114493" w14:textId="77777777">
        <w:tc>
          <w:tcPr>
            <w:tcW w:w="2694" w:type="dxa"/>
            <w:vAlign w:val="center"/>
          </w:tcPr>
          <w:p w:rsidRPr="009C54AE" w:rsidR="0085747A" w:rsidP="009C54AE" w:rsidRDefault="0085747A" w14:paraId="146568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FE39B2" w14:paraId="116CFC2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Piróg</w:t>
            </w:r>
          </w:p>
        </w:tc>
      </w:tr>
    </w:tbl>
    <w:p w:rsidRPr="009C54AE" w:rsidR="0085747A" w:rsidP="009C54AE" w:rsidRDefault="0085747A" w14:paraId="3A8072ED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427C" w:rsidR="0085747A">
        <w:rPr>
          <w:rFonts w:ascii="Corbel" w:hAnsi="Corbel"/>
          <w:sz w:val="24"/>
          <w:szCs w:val="24"/>
        </w:rPr>
        <w:t xml:space="preserve">* </w:t>
      </w:r>
      <w:r w:rsidRPr="0036427C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036427C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036427C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0036427C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036427C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036427C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036427C" w:rsidP="0036427C" w:rsidRDefault="0036427C" w14:paraId="5D447509" w14:textId="552CCF6D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8410EA0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72DB190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036427C" w14:paraId="0B7983C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8F7DDE" w:rsidRDefault="00015B8F" w14:paraId="5A5BA94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8F7DDE" w:rsidRDefault="002B5EA0" w14:paraId="09793E1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0B4FCE8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0FB2C02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57833B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608E0C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015B8F" w14:paraId="4487CE7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290776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1E68679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2659C0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8F7DDE" w:rsidRDefault="00015B8F" w14:paraId="5C3229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036427C" w14:paraId="76B63925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C76A10" w14:paraId="4FC1EE0B" w14:textId="276CE6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5DD5FA08" w14:textId="61C532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74E5DD2B" w14:textId="652F2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071CEC" w14:paraId="3162B9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337DC436" w14:textId="5C609F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7ADD18F1" w14:textId="01D9EC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0F12C0C7" w14:textId="205245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5D7A4312" w14:textId="0F51C9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257E82" w14:paraId="366BECE5" w14:textId="4FAA39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8F7DDE" w:rsidRDefault="00042ABF" w14:paraId="656BE17C" w14:textId="7D9E49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54FCFD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11E4C2C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F7DDE" w:rsidP="00F83B28" w:rsidRDefault="008F7DDE" w14:paraId="08C4A1DA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</w:p>
    <w:p w:rsidRPr="009C54AE" w:rsidR="0085747A" w:rsidP="00F83B28" w:rsidRDefault="008F7DDE" w14:paraId="1011CA61" w14:textId="084F48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Pr="00E66A6F" w:rsidR="00E66A6F">
        <w:rPr>
          <w:rFonts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158D9C8B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4BB47E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4FC246BA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F7DDE" w:rsidP="009C54AE" w:rsidRDefault="008F7DDE" w14:paraId="6291967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614C77" w14:paraId="6B20374B" w14:textId="64A9D65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DF61D6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5D2B448" w14:textId="4ADFE9D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8F7DDE" w:rsidP="00257E82" w:rsidRDefault="008F7DDE" w14:paraId="0B1BFB63" w14:textId="7777777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8CEE894" w14:textId="77777777">
        <w:tc>
          <w:tcPr>
            <w:tcW w:w="9670" w:type="dxa"/>
          </w:tcPr>
          <w:p w:rsidRPr="009C54AE" w:rsidR="0085747A" w:rsidP="00257E82" w:rsidRDefault="00CC6E3B" w14:paraId="2F5B3361" w14:textId="687321A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etod badań społecznych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rojektu socjalnego</w:t>
            </w:r>
            <w:r w:rsidR="00257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uzyskanej w drodze zaliczenia przedmiotów z tej tematyki.</w:t>
            </w:r>
          </w:p>
        </w:tc>
      </w:tr>
    </w:tbl>
    <w:p w:rsidR="00153C41" w:rsidP="009C54AE" w:rsidRDefault="00153C41" w14:paraId="14BD558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36427C" w:rsidRDefault="0036427C" w14:paraId="20CAAC22" w14:textId="7F8A56E5">
      <w:r>
        <w:br w:type="page"/>
      </w:r>
    </w:p>
    <w:p w:rsidRPr="00C05F44" w:rsidR="0085747A" w:rsidP="0036427C" w:rsidRDefault="0071620A" w14:paraId="095EA1A6" w14:textId="71A9B7BD">
      <w:pPr>
        <w:pStyle w:val="Punktygwne"/>
        <w:spacing w:before="0" w:after="0"/>
        <w:rPr>
          <w:rFonts w:ascii="Corbel" w:hAnsi="Corbel"/>
        </w:rPr>
      </w:pPr>
      <w:r w:rsidRPr="0036427C" w:rsidR="0071620A">
        <w:rPr>
          <w:rFonts w:ascii="Corbel" w:hAnsi="Corbel"/>
        </w:rPr>
        <w:t>3.</w:t>
      </w:r>
      <w:r w:rsidRPr="0036427C" w:rsidR="0085747A">
        <w:rPr>
          <w:rFonts w:ascii="Corbel" w:hAnsi="Corbel"/>
        </w:rPr>
        <w:t xml:space="preserve"> </w:t>
      </w:r>
      <w:r w:rsidRPr="0036427C" w:rsidR="00A84C85">
        <w:rPr>
          <w:rFonts w:ascii="Corbel" w:hAnsi="Corbel"/>
        </w:rPr>
        <w:t xml:space="preserve">cele, efekty uczenia </w:t>
      </w:r>
      <w:r w:rsidRPr="0036427C" w:rsidR="00A84C85">
        <w:rPr>
          <w:rFonts w:ascii="Corbel" w:hAnsi="Corbel"/>
        </w:rPr>
        <w:t>się</w:t>
      </w:r>
      <w:r w:rsidRPr="0036427C" w:rsidR="0085747A">
        <w:rPr>
          <w:rFonts w:ascii="Corbel" w:hAnsi="Corbel"/>
        </w:rPr>
        <w:t>,</w:t>
      </w:r>
      <w:r w:rsidRPr="0036427C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E6C1F6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4FD211C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DEC0A9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6E4BD8" w:rsidTr="008A4DB6" w14:paraId="698F54EA" w14:textId="77777777">
        <w:tc>
          <w:tcPr>
            <w:tcW w:w="851" w:type="dxa"/>
            <w:vAlign w:val="center"/>
          </w:tcPr>
          <w:p w:rsidRPr="009C54AE" w:rsidR="006E4BD8" w:rsidP="009C54AE" w:rsidRDefault="006E4BD8" w14:paraId="435EE70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Pr="006E4BD8" w:rsidR="006E4BD8" w:rsidP="00257E82" w:rsidRDefault="006E4BD8" w14:paraId="2AD286EF" w14:textId="3A71188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Przekaz</w:t>
            </w:r>
            <w:r w:rsidR="00CC6E3B">
              <w:rPr>
                <w:rFonts w:ascii="Corbel" w:hAnsi="Corbel"/>
                <w:sz w:val="24"/>
                <w:szCs w:val="24"/>
              </w:rPr>
              <w:t>anie studentom wiedzy z zakresu roli ewaluacji w pracy socjalnej.</w:t>
            </w:r>
          </w:p>
        </w:tc>
      </w:tr>
      <w:tr w:rsidRPr="009C54AE" w:rsidR="006E4BD8" w:rsidTr="008A4DB6" w14:paraId="4A751CC8" w14:textId="77777777">
        <w:tc>
          <w:tcPr>
            <w:tcW w:w="851" w:type="dxa"/>
            <w:vAlign w:val="center"/>
          </w:tcPr>
          <w:p w:rsidRPr="009C54AE" w:rsidR="006E4BD8" w:rsidP="009C54AE" w:rsidRDefault="006E4BD8" w14:paraId="3AB989E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Pr="006E4BD8" w:rsidR="006E4BD8" w:rsidP="00257E82" w:rsidRDefault="006E4BD8" w14:paraId="7AEBFDD0" w14:textId="23DEEE8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E4BD8">
              <w:rPr>
                <w:rFonts w:ascii="Corbel" w:hAnsi="Corbel"/>
                <w:sz w:val="24"/>
                <w:szCs w:val="24"/>
              </w:rPr>
              <w:t>Wykształcenie u studentów umiejętności z zakresu projektowania</w:t>
            </w:r>
            <w:r>
              <w:rPr>
                <w:rFonts w:ascii="Corbel" w:hAnsi="Corbel"/>
                <w:sz w:val="24"/>
                <w:szCs w:val="24"/>
              </w:rPr>
              <w:t xml:space="preserve"> oraz realiz</w:t>
            </w:r>
            <w:r w:rsidR="00CC6E3B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cji</w:t>
            </w:r>
            <w:r w:rsidRPr="006E4BD8">
              <w:rPr>
                <w:rFonts w:ascii="Corbel" w:hAnsi="Corbel"/>
                <w:sz w:val="24"/>
                <w:szCs w:val="24"/>
              </w:rPr>
              <w:t xml:space="preserve"> </w:t>
            </w:r>
            <w:r w:rsidR="00CC6E3B">
              <w:rPr>
                <w:rFonts w:ascii="Corbel" w:hAnsi="Corbel"/>
                <w:sz w:val="24"/>
                <w:szCs w:val="24"/>
              </w:rPr>
              <w:t>badań ewaluacyjnych w odniesieniu do pracy socjalnej</w:t>
            </w:r>
            <w:r w:rsidR="00257E8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9DE0731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25C690CF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DAE1CE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9C54AE" w:rsidR="0085747A" w:rsidTr="0071620A" w14:paraId="32AA24B7" w14:textId="77777777">
        <w:tc>
          <w:tcPr>
            <w:tcW w:w="1701" w:type="dxa"/>
            <w:vAlign w:val="center"/>
          </w:tcPr>
          <w:p w:rsidRPr="009C54AE" w:rsidR="0085747A" w:rsidP="009C54AE" w:rsidRDefault="0085747A" w14:paraId="2B97C3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7837C42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0E6E25B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56313D60" w14:textId="77777777">
        <w:tc>
          <w:tcPr>
            <w:tcW w:w="1701" w:type="dxa"/>
          </w:tcPr>
          <w:p w:rsidRPr="009C54AE" w:rsidR="0085747A" w:rsidP="009C54AE" w:rsidRDefault="00895EDA" w14:paraId="444F59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9C54AE" w:rsidR="00071CEC" w:rsidP="00F1116B" w:rsidRDefault="00F1116B" w14:paraId="332EEEA0" w14:textId="352A0F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Pr="00FA436C" w:rsidR="00FA436C">
              <w:rPr>
                <w:rFonts w:ascii="Corbel" w:hAnsi="Corbel"/>
                <w:b w:val="0"/>
                <w:smallCaps w:val="0"/>
                <w:szCs w:val="24"/>
              </w:rPr>
              <w:t xml:space="preserve">sposoby pozyskiwania danych 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>na potrzeby ewaluacji w pracy socjalnej</w:t>
            </w:r>
          </w:p>
        </w:tc>
        <w:tc>
          <w:tcPr>
            <w:tcW w:w="1873" w:type="dxa"/>
          </w:tcPr>
          <w:p w:rsidRPr="009C54AE" w:rsidR="0085747A" w:rsidP="00FA436C" w:rsidRDefault="00FA436C" w14:paraId="2A8548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Pr="009C54AE" w:rsidR="0085747A" w:rsidTr="005E6E85" w14:paraId="18C4CFD4" w14:textId="77777777">
        <w:tc>
          <w:tcPr>
            <w:tcW w:w="1701" w:type="dxa"/>
          </w:tcPr>
          <w:p w:rsidRPr="009C54AE" w:rsidR="0085747A" w:rsidP="009C54AE" w:rsidRDefault="0085747A" w14:paraId="3A0C775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FA436C" w:rsidP="00F1116B" w:rsidRDefault="00F1116B" w14:paraId="0B4A70C4" w14:textId="5E0258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 xml:space="preserve">na i rozumie różne </w:t>
            </w:r>
            <w:r w:rsidRPr="00FA436C" w:rsidR="00FA436C">
              <w:rPr>
                <w:rFonts w:ascii="Corbel" w:hAnsi="Corbel"/>
                <w:b w:val="0"/>
                <w:smallCaps w:val="0"/>
                <w:szCs w:val="24"/>
              </w:rPr>
              <w:t>metody, techniki i narzędzia badawcze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 xml:space="preserve"> stosowane w ramach badań ewaluacyjnych</w:t>
            </w:r>
          </w:p>
        </w:tc>
        <w:tc>
          <w:tcPr>
            <w:tcW w:w="1873" w:type="dxa"/>
          </w:tcPr>
          <w:p w:rsidRPr="009C54AE" w:rsidR="0085747A" w:rsidP="00FA436C" w:rsidRDefault="00FA436C" w14:paraId="41D4B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071CEC" w:rsidTr="005E6E85" w14:paraId="023BBB5A" w14:textId="77777777">
        <w:tc>
          <w:tcPr>
            <w:tcW w:w="1701" w:type="dxa"/>
          </w:tcPr>
          <w:p w:rsidRPr="009C54AE" w:rsidR="00071CEC" w:rsidP="00AA507B" w:rsidRDefault="00071CEC" w14:paraId="5165AD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9C54AE" w:rsidR="00071CEC" w:rsidP="00F1116B" w:rsidRDefault="00F1116B" w14:paraId="44C9EE70" w14:textId="506E54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FA436C">
              <w:rPr>
                <w:rFonts w:ascii="Corbel" w:hAnsi="Corbel"/>
                <w:b w:val="0"/>
                <w:smallCaps w:val="0"/>
                <w:szCs w:val="24"/>
              </w:rPr>
              <w:t>otrafi wykorzystywać zdobytą wiedzę na potrzeby projektowania i realizacji badań ewaluacyjnych w celu tworzenia i doskonalenia</w:t>
            </w:r>
            <w:r w:rsidRPr="00FA436C" w:rsidR="00FA436C">
              <w:rPr>
                <w:rFonts w:ascii="Corbel" w:hAnsi="Corbel"/>
                <w:b w:val="0"/>
                <w:smallCaps w:val="0"/>
                <w:szCs w:val="24"/>
              </w:rPr>
              <w:t xml:space="preserve"> systemu funkcjonowania pracy socjalnej</w:t>
            </w:r>
          </w:p>
        </w:tc>
        <w:tc>
          <w:tcPr>
            <w:tcW w:w="1873" w:type="dxa"/>
          </w:tcPr>
          <w:p w:rsidRPr="009C54AE" w:rsidR="00071CEC" w:rsidP="00FA436C" w:rsidRDefault="00FA436C" w14:paraId="11CD0B6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071CEC" w:rsidTr="005E6E85" w14:paraId="6E8B89A7" w14:textId="77777777">
        <w:tc>
          <w:tcPr>
            <w:tcW w:w="1701" w:type="dxa"/>
          </w:tcPr>
          <w:p w:rsidRPr="009C54AE" w:rsidR="00071CEC" w:rsidP="00AA507B" w:rsidRDefault="00071CEC" w14:paraId="488F17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9C54AE" w:rsidR="00071CEC" w:rsidP="00F1116B" w:rsidRDefault="00F1116B" w14:paraId="34725AC2" w14:textId="585F56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140A4">
              <w:rPr>
                <w:rFonts w:ascii="Corbel" w:hAnsi="Corbel"/>
                <w:b w:val="0"/>
                <w:smallCaps w:val="0"/>
                <w:szCs w:val="24"/>
              </w:rPr>
              <w:t xml:space="preserve">tosując rozwiązania z zakresu ewaluacji potrafi analizować przyczyny i przebieg </w:t>
            </w:r>
            <w:r w:rsidRPr="006140A4" w:rsidR="006140A4">
              <w:rPr>
                <w:rFonts w:ascii="Corbel" w:hAnsi="Corbel"/>
                <w:b w:val="0"/>
                <w:smallCaps w:val="0"/>
                <w:szCs w:val="24"/>
              </w:rPr>
              <w:t xml:space="preserve">ważnych dla wykonywania pracy socjalnej procesów i zjawisk społecznych (kulturowych, politycznych, prawnych, ekonomicznych); </w:t>
            </w:r>
            <w:r w:rsidR="006140A4">
              <w:rPr>
                <w:rFonts w:ascii="Corbel" w:hAnsi="Corbel"/>
                <w:b w:val="0"/>
                <w:smallCaps w:val="0"/>
                <w:szCs w:val="24"/>
              </w:rPr>
              <w:t>wyciągać wnioski oraz proponować rekomendacje działań prowadzących do doskonalenia systemu funkcjonowania pracy socjalnej</w:t>
            </w:r>
          </w:p>
        </w:tc>
        <w:tc>
          <w:tcPr>
            <w:tcW w:w="1873" w:type="dxa"/>
          </w:tcPr>
          <w:p w:rsidRPr="009C54AE" w:rsidR="00071CEC" w:rsidP="00FA436C" w:rsidRDefault="00FA436C" w14:paraId="221083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071CEC" w:rsidTr="005E6E85" w14:paraId="658B356F" w14:textId="77777777">
        <w:tc>
          <w:tcPr>
            <w:tcW w:w="1701" w:type="dxa"/>
          </w:tcPr>
          <w:p w:rsidRPr="009C54AE" w:rsidR="00071CEC" w:rsidP="00AA507B" w:rsidRDefault="00071CEC" w14:paraId="7A2CBED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9C54AE" w:rsidR="00071CEC" w:rsidP="006140A4" w:rsidRDefault="00F1116B" w14:paraId="21A1D243" w14:textId="312073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6140A4">
              <w:rPr>
                <w:rFonts w:ascii="Corbel" w:hAnsi="Corbel"/>
                <w:b w:val="0"/>
                <w:smallCaps w:val="0"/>
                <w:szCs w:val="24"/>
              </w:rPr>
              <w:t>est gotów do projektowania i realizacji badań ewaluacyjnych w odniesieniu do pracy socjalnej</w:t>
            </w:r>
          </w:p>
        </w:tc>
        <w:tc>
          <w:tcPr>
            <w:tcW w:w="1873" w:type="dxa"/>
          </w:tcPr>
          <w:p w:rsidRPr="009C54AE" w:rsidR="00071CEC" w:rsidP="00AA507B" w:rsidRDefault="00FA436C" w14:paraId="580C28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436C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85747A" w:rsidP="009C54AE" w:rsidRDefault="0085747A" w14:paraId="288DD0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638A244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59FA06C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427C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36427C" w:rsidR="009F4610">
        <w:rPr>
          <w:rFonts w:ascii="Corbel" w:hAnsi="Corbel"/>
          <w:sz w:val="24"/>
          <w:szCs w:val="24"/>
        </w:rPr>
        <w:t xml:space="preserve">, </w:t>
      </w:r>
      <w:r w:rsidRPr="0036427C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43E6E090" w14:textId="77777777">
        <w:tc>
          <w:tcPr>
            <w:tcW w:w="9639" w:type="dxa"/>
          </w:tcPr>
          <w:p w:rsidRPr="009C54AE" w:rsidR="0085747A" w:rsidP="009C54AE" w:rsidRDefault="0085747A" w14:paraId="28C25FE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1EBD8F47" w14:textId="77777777">
        <w:tc>
          <w:tcPr>
            <w:tcW w:w="9639" w:type="dxa"/>
          </w:tcPr>
          <w:p w:rsidRPr="009E33AE" w:rsidR="0063131C" w:rsidP="001D25C0" w:rsidRDefault="006140A4" w14:paraId="75DC47DB" w14:textId="32BDA02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interwencji publicznej. Praca socjalna jako interwencja publiczna. Od polityki publicznej, poprzez strategie, programy, działania, po projekty – różne poziomy wdrażania interwencji publicznej. Logika wdrażania interwencji publicznej. Miejsce ewaluacji w logice wdrażania interwencji publicznej.</w:t>
            </w:r>
          </w:p>
        </w:tc>
      </w:tr>
      <w:tr w:rsidRPr="009C54AE" w:rsidR="009E33AE" w:rsidTr="00923D7D" w14:paraId="0617FC61" w14:textId="77777777">
        <w:tc>
          <w:tcPr>
            <w:tcW w:w="9639" w:type="dxa"/>
          </w:tcPr>
          <w:p w:rsidRPr="004E5439" w:rsidR="004E5439" w:rsidP="001D25C0" w:rsidRDefault="004E5439" w14:paraId="692E4DDD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Wprowadzenie do ewaluacji. Definicje ewaluacji, ewaluacja a audyt, a kontrola, a monitoring, a akredytacja. Rodzaje ewaluacji ze względu na czas jej realizacji, ewaluacja ex ante, ex post, on going, mid term – ich silne i słabe strony.</w:t>
            </w:r>
          </w:p>
          <w:p w:rsidRPr="004E5439" w:rsidR="004E5439" w:rsidP="001D25C0" w:rsidRDefault="004E5439" w14:paraId="306E0488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lastRenderedPageBreak/>
              <w:t>Ewaluacja zewnętrzna, ewaluacja wewnętrzna, autoewaluacja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ewaluacja </w:t>
            </w:r>
            <w:r>
              <w:rPr>
                <w:rFonts w:ascii="Corbel" w:hAnsi="Corbel"/>
                <w:sz w:val="24"/>
                <w:szCs w:val="24"/>
              </w:rPr>
              <w:t>hybrydowa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– ich </w:t>
            </w:r>
            <w:r>
              <w:rPr>
                <w:rFonts w:ascii="Corbel" w:hAnsi="Corbel"/>
                <w:sz w:val="24"/>
                <w:szCs w:val="24"/>
              </w:rPr>
              <w:t>mocne i słabe strony</w:t>
            </w:r>
            <w:r w:rsidRPr="004E543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4E5439" w:rsidR="004E5439" w:rsidP="001D25C0" w:rsidRDefault="004E5439" w14:paraId="07B0A8CE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Ewaluacje strategiczne a ewaluacje operacyjne</w:t>
            </w:r>
          </w:p>
          <w:p w:rsidRPr="004E5439" w:rsidR="004E5439" w:rsidP="001D25C0" w:rsidRDefault="004E5439" w14:paraId="1F48A0AF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Miejsce i rola ewaluacji w procesie zarządzania projektem socjalnym.</w:t>
            </w:r>
          </w:p>
          <w:p w:rsidR="004E5439" w:rsidP="001D25C0" w:rsidRDefault="004E5439" w14:paraId="404915BE" w14:textId="77777777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E5439">
              <w:rPr>
                <w:rFonts w:ascii="Corbel" w:hAnsi="Corbel"/>
                <w:sz w:val="24"/>
                <w:szCs w:val="24"/>
              </w:rPr>
              <w:t>Kryteria ewaluacji. Pytania ewaluacyjne</w:t>
            </w:r>
          </w:p>
          <w:p w:rsidRPr="001D25C0" w:rsidR="009E33AE" w:rsidP="001D25C0" w:rsidRDefault="004E5439" w14:paraId="336D6066" w14:textId="7B9D6F35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ewaluacji</w:t>
            </w:r>
          </w:p>
        </w:tc>
      </w:tr>
      <w:tr w:rsidRPr="009C54AE" w:rsidR="009E33AE" w:rsidTr="00923D7D" w14:paraId="00BEE731" w14:textId="77777777">
        <w:tc>
          <w:tcPr>
            <w:tcW w:w="9639" w:type="dxa"/>
          </w:tcPr>
          <w:p w:rsidRPr="009E33AE" w:rsidR="009E33AE" w:rsidP="006140A4" w:rsidRDefault="004E5439" w14:paraId="6139C81D" w14:textId="184C11FF">
            <w:pPr>
              <w:pStyle w:val="Akapitzlist"/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i realizacja </w:t>
            </w:r>
            <w:r w:rsidR="006140A4">
              <w:rPr>
                <w:rFonts w:ascii="Corbel" w:hAnsi="Corbel"/>
                <w:sz w:val="24"/>
                <w:szCs w:val="24"/>
              </w:rPr>
              <w:t>badania ewaluacyjnego w odniesieniu wybranego aspektu pracy socjalnej</w:t>
            </w:r>
          </w:p>
        </w:tc>
      </w:tr>
    </w:tbl>
    <w:p w:rsidRPr="009C54AE" w:rsidR="0085747A" w:rsidP="009C54AE" w:rsidRDefault="0085747A" w14:paraId="36B7F06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498F9D8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16B6A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D25C0" w:rsidR="00384CA5" w:rsidP="009C54AE" w:rsidRDefault="00C76A10" w14:paraId="70EEC2B2" w14:textId="23F0B7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1D25C0">
        <w:rPr>
          <w:rFonts w:ascii="Corbel" w:hAnsi="Corbel"/>
          <w:b w:val="0"/>
          <w:i/>
          <w:iCs/>
          <w:smallCaps w:val="0"/>
          <w:szCs w:val="24"/>
        </w:rPr>
        <w:t>Konwersatorium</w:t>
      </w:r>
      <w:r w:rsidRPr="001D25C0" w:rsidR="00384CA5">
        <w:rPr>
          <w:rFonts w:ascii="Corbel" w:hAnsi="Corbel"/>
          <w:b w:val="0"/>
          <w:i/>
          <w:iCs/>
          <w:smallCaps w:val="0"/>
          <w:szCs w:val="24"/>
        </w:rPr>
        <w:t>: projekt badawczy (praca w grupach)</w:t>
      </w:r>
      <w:r w:rsidRPr="001D25C0" w:rsidR="009E33AE">
        <w:rPr>
          <w:rFonts w:ascii="Corbel" w:hAnsi="Corbel"/>
          <w:b w:val="0"/>
          <w:i/>
          <w:iCs/>
          <w:smallCaps w:val="0"/>
          <w:szCs w:val="24"/>
        </w:rPr>
        <w:t>, dyskusja.</w:t>
      </w:r>
    </w:p>
    <w:p w:rsidR="00E960BB" w:rsidP="009C54AE" w:rsidRDefault="00E960BB" w14:paraId="12B02BE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0B907B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40EA6D9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7C7B3F4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1F385A1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9C54AE" w:rsidR="0085747A" w:rsidTr="00C05F44" w14:paraId="7A064424" w14:textId="77777777">
        <w:tc>
          <w:tcPr>
            <w:tcW w:w="1985" w:type="dxa"/>
            <w:vAlign w:val="center"/>
          </w:tcPr>
          <w:p w:rsidRPr="009C54AE" w:rsidR="0085747A" w:rsidP="009C54AE" w:rsidRDefault="0071620A" w14:paraId="4FE429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7F2C04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56A5A1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B3C046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8824E6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C76A10" w:rsidTr="00C05F44" w14:paraId="039DB4AB" w14:textId="77777777">
        <w:tc>
          <w:tcPr>
            <w:tcW w:w="1985" w:type="dxa"/>
          </w:tcPr>
          <w:p w:rsidRPr="009C54AE" w:rsidR="00C76A10" w:rsidP="00C76A10" w:rsidRDefault="00C76A10" w14:paraId="5D7115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Pr="001D25C0" w:rsidR="00C76A10" w:rsidP="00C76A10" w:rsidRDefault="00C76A10" w14:paraId="566256C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9C54AE" w:rsidR="00C76A10" w:rsidP="00C76A10" w:rsidRDefault="001D25C0" w14:paraId="15A8B112" w14:textId="75E04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76A10" w:rsidTr="00C05F44" w14:paraId="5B6C9314" w14:textId="77777777">
        <w:tc>
          <w:tcPr>
            <w:tcW w:w="1985" w:type="dxa"/>
          </w:tcPr>
          <w:p w:rsidRPr="009C54AE" w:rsidR="00C76A10" w:rsidP="00C76A10" w:rsidRDefault="00C76A10" w14:paraId="5428AF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1D25C0" w:rsidR="00C76A10" w:rsidP="00C76A10" w:rsidRDefault="00C76A10" w14:paraId="37D9289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9C54AE" w:rsidR="00C76A10" w:rsidP="00C76A10" w:rsidRDefault="001D25C0" w14:paraId="20F7BF24" w14:textId="3B6EEA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76A10" w:rsidTr="00C05F44" w14:paraId="13A65971" w14:textId="77777777">
        <w:tc>
          <w:tcPr>
            <w:tcW w:w="1985" w:type="dxa"/>
          </w:tcPr>
          <w:p w:rsidRPr="009C54AE" w:rsidR="00C76A10" w:rsidP="00C76A10" w:rsidRDefault="00C76A10" w14:paraId="6F535F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1D25C0" w:rsidR="00C76A10" w:rsidP="00C76A10" w:rsidRDefault="00C76A10" w14:paraId="6C89470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9C54AE" w:rsidR="00C76A10" w:rsidP="00C76A10" w:rsidRDefault="001D25C0" w14:paraId="6976F51D" w14:textId="53E1DC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C76A10" w:rsidTr="00C05F44" w14:paraId="4CDE1F78" w14:textId="77777777">
        <w:tc>
          <w:tcPr>
            <w:tcW w:w="1985" w:type="dxa"/>
          </w:tcPr>
          <w:p w:rsidRPr="009C54AE" w:rsidR="00C76A10" w:rsidP="00C76A10" w:rsidRDefault="00C76A10" w14:paraId="6FC1F9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1D25C0" w:rsidR="00C76A10" w:rsidP="00C76A10" w:rsidRDefault="00C76A10" w14:paraId="7F9AE3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9C54AE" w:rsidR="00C76A10" w:rsidP="00C76A10" w:rsidRDefault="001D25C0" w14:paraId="741E638D" w14:textId="36DFFB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76A1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1477F1" w:rsidTr="00C05F44" w14:paraId="2BF58B13" w14:textId="77777777">
        <w:tc>
          <w:tcPr>
            <w:tcW w:w="1985" w:type="dxa"/>
          </w:tcPr>
          <w:p w:rsidRPr="009C54AE" w:rsidR="001477F1" w:rsidP="00AA507B" w:rsidRDefault="001477F1" w14:paraId="006A13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1D25C0" w:rsidR="001477F1" w:rsidP="00AA507B" w:rsidRDefault="001477F1" w14:paraId="006EF5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25C0">
              <w:rPr>
                <w:rFonts w:ascii="Corbel" w:hAnsi="Corbel"/>
                <w:b w:val="0"/>
                <w:szCs w:val="24"/>
              </w:rPr>
              <w:t>Kolokwium, projekt badawczy</w:t>
            </w:r>
          </w:p>
        </w:tc>
        <w:tc>
          <w:tcPr>
            <w:tcW w:w="2126" w:type="dxa"/>
          </w:tcPr>
          <w:p w:rsidRPr="009C54AE" w:rsidR="001477F1" w:rsidP="00AA507B" w:rsidRDefault="00C76A10" w14:paraId="3BBBBAAE" w14:textId="69F625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Pr="009C54AE" w:rsidR="00923D7D" w:rsidP="009C54AE" w:rsidRDefault="00923D7D" w14:paraId="05E52B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43C9422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AFC5FE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55137EC" w14:textId="77777777">
        <w:tc>
          <w:tcPr>
            <w:tcW w:w="9670" w:type="dxa"/>
          </w:tcPr>
          <w:p w:rsidRPr="009C54AE" w:rsidR="0085747A" w:rsidP="001D25C0" w:rsidRDefault="00384CA5" w14:paraId="5EF843E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(1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wkładu w pr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zygotowanie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projektu badania ewaluacyjnego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(2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; (3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ustnego weryfikującego wiedzę z zakresu projektowania i realizacji badań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ewaluacyjnych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 – kolokwium składające się z trzech pytań otwartych o charakterze problemowym z możliwością dopytywania, odpowiedź na każde z pytań dokonywana oddzielnie z zastosowaniem skali: 2,0; 3,0; 3,5; 4,0; 4,5; 5,0. Warunkiem zaliczenia kolokwium jest uzyskanie średniej z odpowiedzi z trzech pytań wynoszącej co najmniej 3,0. Warunkiem uzyskania zaliczenia z ćwiczeń jest uzyskanie pozytywnej oceny z kolokwium oraz uzyskanie pozytywnej oceny wkładu w przygotowanie projektu 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>badania ewaluacyjnego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. Waga oceny z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>kolokwium oraz oceny wkładu w przygotow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>anie projektu</w:t>
            </w:r>
            <w:r w:rsidR="001477F1">
              <w:rPr>
                <w:rFonts w:ascii="Corbel" w:hAnsi="Corbel"/>
                <w:b w:val="0"/>
                <w:smallCaps w:val="0"/>
                <w:szCs w:val="24"/>
              </w:rPr>
              <w:t xml:space="preserve"> badania ewaluacyjnego </w:t>
            </w:r>
            <w:r w:rsidR="00DE4384">
              <w:rPr>
                <w:rFonts w:ascii="Corbel" w:hAnsi="Corbel"/>
                <w:b w:val="0"/>
                <w:smallCaps w:val="0"/>
                <w:szCs w:val="24"/>
              </w:rPr>
              <w:t xml:space="preserve"> – po </w:t>
            </w:r>
            <w:r w:rsidR="004E5439">
              <w:rPr>
                <w:rFonts w:ascii="Corbel" w:hAnsi="Corbel"/>
                <w:b w:val="0"/>
                <w:smallCaps w:val="0"/>
                <w:szCs w:val="24"/>
              </w:rPr>
              <w:t>50</w:t>
            </w:r>
            <w:r w:rsidR="003C6DBB">
              <w:rPr>
                <w:rFonts w:ascii="Corbel" w:hAnsi="Corbel"/>
                <w:b w:val="0"/>
                <w:smallCaps w:val="0"/>
                <w:szCs w:val="24"/>
              </w:rPr>
              <w:t xml:space="preserve">%. Osoby wykazujące aktywność podczas zajęć otrzymują premię o 0,5 stopnia. </w:t>
            </w:r>
          </w:p>
        </w:tc>
      </w:tr>
    </w:tbl>
    <w:p w:rsidR="0085747A" w:rsidP="009C54AE" w:rsidRDefault="0085747A" w14:paraId="47DB5E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4E5439" w:rsidP="009C54AE" w:rsidRDefault="004E5439" w14:paraId="45C4775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F7DDE" w:rsidRDefault="008F7DDE" w14:paraId="3267E574" w14:textId="7777777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Pr="009C54AE" w:rsidR="009F4610" w:rsidP="009C54AE" w:rsidRDefault="0085747A" w14:paraId="1D240D18" w14:textId="4B87C3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B1711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9978605" w14:textId="77777777">
        <w:tc>
          <w:tcPr>
            <w:tcW w:w="4962" w:type="dxa"/>
            <w:vAlign w:val="center"/>
          </w:tcPr>
          <w:p w:rsidRPr="009C54AE" w:rsidR="0085747A" w:rsidP="009C54AE" w:rsidRDefault="00C61DC5" w14:paraId="0EFB0C2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00DB9A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6D3D42D7" w14:textId="77777777">
        <w:tc>
          <w:tcPr>
            <w:tcW w:w="4962" w:type="dxa"/>
          </w:tcPr>
          <w:p w:rsidRPr="009C54AE" w:rsidR="0085747A" w:rsidP="009C54AE" w:rsidRDefault="00C61DC5" w14:paraId="04FD4590" w14:textId="246364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DE4384" w14:paraId="03624D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C6D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C61DC5" w:rsidTr="00923D7D" w14:paraId="16CA8354" w14:textId="77777777">
        <w:tc>
          <w:tcPr>
            <w:tcW w:w="4962" w:type="dxa"/>
          </w:tcPr>
          <w:p w:rsidRPr="009C54AE" w:rsidR="00C61DC5" w:rsidP="009C54AE" w:rsidRDefault="00C61DC5" w14:paraId="623A1C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6A58D88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FE1256" w14:paraId="6D775A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30F8BAC6" w14:textId="77777777">
        <w:tc>
          <w:tcPr>
            <w:tcW w:w="4962" w:type="dxa"/>
          </w:tcPr>
          <w:p w:rsidRPr="009C54AE" w:rsidR="0071620A" w:rsidP="009C54AE" w:rsidRDefault="00C61DC5" w14:paraId="721CFC6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5D0C529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1477F1" w14:paraId="3CCA1E4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Pr="009C54AE" w:rsidR="0085747A" w:rsidTr="00923D7D" w14:paraId="0B141996" w14:textId="77777777">
        <w:tc>
          <w:tcPr>
            <w:tcW w:w="4962" w:type="dxa"/>
          </w:tcPr>
          <w:p w:rsidRPr="009C54AE" w:rsidR="0085747A" w:rsidP="009C54AE" w:rsidRDefault="0085747A" w14:paraId="5122191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1477F1" w14:paraId="242A6FE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FE125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85747A" w:rsidTr="00923D7D" w14:paraId="477756B3" w14:textId="77777777">
        <w:tc>
          <w:tcPr>
            <w:tcW w:w="4962" w:type="dxa"/>
          </w:tcPr>
          <w:p w:rsidRPr="009C54AE" w:rsidR="0085747A" w:rsidP="009C54AE" w:rsidRDefault="0085747A" w14:paraId="1D263E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1477F1" w14:paraId="5F291E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845ED4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DAC142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0D8F17A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58C486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F7DDE" w:rsidTr="0036427C" w14:paraId="59695CDE" w14:textId="77777777">
        <w:trPr>
          <w:trHeight w:val="397"/>
        </w:trPr>
        <w:tc>
          <w:tcPr>
            <w:tcW w:w="3544" w:type="dxa"/>
            <w:tcMar/>
          </w:tcPr>
          <w:p w:rsidRPr="009C54AE" w:rsidR="008F7DDE" w:rsidP="008F7DDE" w:rsidRDefault="008F7DDE" w14:paraId="31C34B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F7DDE" w:rsidP="008F7DDE" w:rsidRDefault="001D25C0" w14:paraId="2C3DC989" w14:textId="5A2A1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8F7DDE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  <w:tr w:rsidRPr="009C54AE" w:rsidR="008F7DDE" w:rsidTr="0036427C" w14:paraId="2339624A" w14:textId="77777777">
        <w:trPr>
          <w:trHeight w:val="397"/>
        </w:trPr>
        <w:tc>
          <w:tcPr>
            <w:tcW w:w="3544" w:type="dxa"/>
            <w:tcMar/>
          </w:tcPr>
          <w:p w:rsidRPr="009C54AE" w:rsidR="008F7DDE" w:rsidP="008F7DDE" w:rsidRDefault="008F7DDE" w14:paraId="3A1C91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F7DDE" w:rsidP="008F7DDE" w:rsidRDefault="001D25C0" w14:paraId="74F98392" w14:textId="15C83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="008F7DDE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Pr="009C54AE" w:rsidR="00960640" w:rsidP="009C54AE" w:rsidRDefault="00960640" w14:paraId="058C0D5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68E84C5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2C5BD5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825"/>
      </w:tblGrid>
      <w:tr w:rsidRPr="009C54AE" w:rsidR="0085747A" w:rsidTr="0036427C" w14:paraId="52AF74E4" w14:textId="77777777">
        <w:trPr>
          <w:trHeight w:val="397"/>
        </w:trPr>
        <w:tc>
          <w:tcPr>
            <w:tcW w:w="7825" w:type="dxa"/>
            <w:tcMar/>
          </w:tcPr>
          <w:p w:rsidR="0085747A" w:rsidP="00BB7465" w:rsidRDefault="0085747A" w14:paraId="66FD5F43" w14:textId="00EA4B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66AE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66AE3" w:rsidR="00866AE3" w:rsidP="00BB7465" w:rsidRDefault="00866AE3" w14:paraId="375DB8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BB7465" w:rsidP="00BB7465" w:rsidRDefault="00690EF1" w14:paraId="7CB5F192" w14:textId="77777777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Bienias S., Strzęboszewki P., Opałka E.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Ewaluacja. Podręcznik dla pracowników administracji publiczne</w:t>
            </w:r>
            <w:r w:rsid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j. 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Regionalnego.</w:t>
            </w:r>
          </w:p>
          <w:p w:rsidRPr="00690EF1" w:rsidR="00690EF1" w:rsidP="00BB7465" w:rsidRDefault="00BB7465" w14:paraId="213C7112" w14:textId="4463CBCD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https://www.ewaluacja.gov.pl/media/11102/Poradnik_ewaluacji.pdf</w:t>
            </w:r>
          </w:p>
          <w:p w:rsidRPr="00690EF1" w:rsidR="00690EF1" w:rsidP="00C168A4" w:rsidRDefault="00690EF1" w14:paraId="440F1F8F" w14:textId="1AB3BC30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Korporowicz L.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(2001).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Rozumienie ewaluacji</w:t>
            </w:r>
            <w:r w:rsid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BB7465"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J.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Ł. Grzelak, M. J. Sochocki (red.) </w:t>
            </w:r>
            <w:r w:rsidRP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profilaktyki problemów dzieci i młodzieży</w:t>
            </w:r>
            <w:r w:rsidR="00BB7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="00BB74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Pracownia Profilaktyki Problemowej.</w:t>
            </w:r>
          </w:p>
          <w:p w:rsidR="00690EF1" w:rsidP="00C168A4" w:rsidRDefault="00690EF1" w14:paraId="133A8A44" w14:textId="150201C2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Mechanizmy wykorzystania ewaluacji. Studium ewaluacji średniookresowych INTERREG III</w:t>
            </w:r>
            <w:r w:rsid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SCHOLAR.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Pr="00690EF1" w:rsidR="00C168A4" w:rsidP="00C168A4" w:rsidRDefault="00C168A4" w14:paraId="090A304B" w14:textId="35C2C459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https://www.euroreg.uw.edu.pl/pl/publikacje,mechanizmy-wykorzystania-ewaluacji-studium-ewaluacji-sredniookresowych-interreg-iii</w:t>
            </w:r>
          </w:p>
          <w:p w:rsidR="00690EF1" w:rsidP="00C168A4" w:rsidRDefault="00690EF1" w14:paraId="47D719F6" w14:textId="5F87B91B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 i i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n. (2012).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Realizacja badań ewaluacyjnych w świetle prawa zamówień publicznych</w:t>
            </w:r>
            <w:r w:rsid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Ministerstwo Rozwoju Regionalnego.</w:t>
            </w:r>
          </w:p>
          <w:p w:rsidRPr="00690EF1" w:rsidR="00C168A4" w:rsidP="00C168A4" w:rsidRDefault="00C168A4" w14:paraId="74D52AFB" w14:textId="60A2D55B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https://docplayer.pl/15608572-Realizacja-badan-ewaluacyjnych-w-swietle-prawa-zamowien-publicznych.html</w:t>
            </w:r>
          </w:p>
          <w:p w:rsidR="00690EF1" w:rsidP="00C168A4" w:rsidRDefault="00690EF1" w14:paraId="220BC23E" w14:textId="41B5E3ED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Olejniczak K., Kozak M., Ledzion B. (red.)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168A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 ewaluacji interwencji publicznych. Podręcznik akademick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Akademickie i Profesjonalne.</w:t>
            </w:r>
          </w:p>
          <w:p w:rsidRPr="00690EF1" w:rsidR="00C168A4" w:rsidP="00C168A4" w:rsidRDefault="00C168A4" w14:paraId="79F5DDC6" w14:textId="140293C7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68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http://rszarf.ips.uw.edu.pl/ewalps/teksty/olejniczak_podrecznik.pdf</w:t>
            </w:r>
          </w:p>
          <w:p w:rsidR="00690EF1" w:rsidP="00C168A4" w:rsidRDefault="00690EF1" w14:paraId="38279020" w14:textId="4710C81B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Piróg K.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jako wiedza w służbie wartości</w:t>
            </w:r>
            <w:r w:rsid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M. Zemło, A.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Jabłoński, J. Szymczyk (red.)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Wiedza a moralność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F24CDE" w:rsidR="00F24CDE">
              <w:rPr>
                <w:rFonts w:ascii="Lato" w:hAnsi="Lato"/>
                <w:b w:val="0"/>
                <w:smallCaps w:val="0"/>
                <w:color w:val="212121"/>
                <w:sz w:val="22"/>
                <w:shd w:val="clear" w:color="auto" w:fill="FFFFFF"/>
              </w:rPr>
              <w:t xml:space="preserve"> </w:t>
            </w:r>
            <w:r w:rsidRPr="00F24CDE"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KUL</w:t>
            </w:r>
            <w:r w:rsidR="00F24C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299-312.</w:t>
            </w:r>
          </w:p>
          <w:p w:rsidRPr="00690EF1" w:rsidR="00ED1FA8" w:rsidP="00C168A4" w:rsidRDefault="00ED1FA8" w14:paraId="69D99F07" w14:textId="5CAAFDB6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Pylak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(2009).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D1FA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Podręcznik ewaluacji projektów infrastrukturalnych. Czy twój projekt przyniósł zamierzone korzyści?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Ministerstwo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http://rszarf.ips.uw.edu.pl/ewalps/dzienne/pylak2009.pdf</w:t>
            </w:r>
          </w:p>
          <w:p w:rsidR="00ED1FA8" w:rsidP="00F24CDE" w:rsidRDefault="00690EF1" w14:paraId="232023F0" w14:textId="77777777">
            <w:pPr>
              <w:pStyle w:val="Punktygwne"/>
              <w:spacing w:before="0" w:after="0"/>
              <w:ind w:left="459" w:hanging="425"/>
              <w:jc w:val="both"/>
              <w:rPr>
                <w:rFonts w:ascii="Corbel" w:hAnsi="Corbel"/>
                <w:color w:val="000000"/>
              </w:rPr>
            </w:pPr>
            <w:r w:rsidRPr="00F24CD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ewaluacji</w:t>
            </w:r>
            <w:r w:rsidR="00ED1FA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ED1FA8" w:rsid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(2008).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ED1FA8" w:rsid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Towarzystwo Ewaluacyjne</w:t>
            </w:r>
            <w:r w:rsidRPr="00690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C54AE" w:rsidR="00FE1256" w:rsidP="00ED1FA8" w:rsidRDefault="00ED1FA8" w14:paraId="4CFAF5AB" w14:textId="294AA1FB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http://pte.org.pl/wp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ED1F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content/uploads/2015/08/Standardy_ewaluacji_PTE.pdf</w:t>
            </w:r>
          </w:p>
        </w:tc>
      </w:tr>
      <w:tr w:rsidRPr="009C54AE" w:rsidR="0085747A" w:rsidTr="0036427C" w14:paraId="396187A6" w14:textId="77777777">
        <w:trPr>
          <w:trHeight w:val="397"/>
        </w:trPr>
        <w:tc>
          <w:tcPr>
            <w:tcW w:w="7825" w:type="dxa"/>
            <w:tcMar/>
          </w:tcPr>
          <w:p w:rsidRPr="00866AE3" w:rsidR="0085747A" w:rsidP="00BB7465" w:rsidRDefault="0085747A" w14:paraId="30242B8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66AE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90EF1" w:rsidP="00BB7465" w:rsidRDefault="00690EF1" w14:paraId="76A634E0" w14:textId="08C01963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A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Haber A. (red.)</w:t>
            </w:r>
            <w:r w:rsidRPr="00866AE3" w:rsid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DF688E" w:rsid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(2007).</w:t>
            </w:r>
            <w:r w:rsidRP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F68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ex-post. Teoria i praktyka badawcza</w:t>
            </w:r>
            <w:r w:rsidR="00DF688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Warszawa: </w:t>
            </w:r>
            <w:r w:rsidRPr="009606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 Agencja Rozwoju Przedsiębiorczości.</w:t>
            </w:r>
            <w:r w:rsidR="00DF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w:history="1" r:id="rId11">
              <w:r w:rsidRPr="004265CC" w:rsidR="00714056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https://www.parp.gov.pl/files/74/81/158/Ewaluacja_ex-post.Teoria_i_praktyka_badawcza.pdf</w:t>
              </w:r>
            </w:hyperlink>
          </w:p>
          <w:p w:rsidR="00714056" w:rsidP="00BB7465" w:rsidRDefault="00714056" w14:paraId="4C9AABC7" w14:textId="3FADAA7A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Minister Rozwoju Regionalnego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1405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Wytyczne nr 6 w zakresie ewaluacji programów operacyjnych na lata 2007-2013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960640" w:rsidR="00FE1256" w:rsidP="00714056" w:rsidRDefault="00714056" w14:paraId="68F92732" w14:textId="5BEA47FD">
            <w:pPr>
              <w:pStyle w:val="Punktygwne"/>
              <w:spacing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Szymanowska J. (red.). (2011). </w:t>
            </w:r>
            <w:r w:rsidRPr="0071405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Ewaluacja w pracy socjalnej: badania, kształcenie,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714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 Oficyna Wydawnicza Impuls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F7DDE" w:rsidP="00F83B28" w:rsidRDefault="008F7DDE" w14:paraId="4231BD7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D9DC704" w14:textId="6DBB36C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73D03" w:rsidP="00C16ABF" w:rsidRDefault="00D73D03" w14:paraId="0E00B803" w14:textId="77777777">
      <w:pPr>
        <w:spacing w:after="0" w:line="240" w:lineRule="auto"/>
      </w:pPr>
      <w:r>
        <w:separator/>
      </w:r>
    </w:p>
  </w:endnote>
  <w:endnote w:type="continuationSeparator" w:id="0">
    <w:p w:rsidR="00D73D03" w:rsidP="00C16ABF" w:rsidRDefault="00D73D03" w14:paraId="320F85A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5302833"/>
      <w:docPartObj>
        <w:docPartGallery w:val="Page Numbers (Bottom of Page)"/>
        <w:docPartUnique/>
      </w:docPartObj>
    </w:sdtPr>
    <w:sdtContent>
      <w:p w:rsidR="00DF688E" w:rsidRDefault="00DF688E" w14:paraId="0C45E629" w14:textId="13E425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F688E" w:rsidRDefault="00DF688E" w14:paraId="2BA02899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73D03" w:rsidP="00C16ABF" w:rsidRDefault="00D73D03" w14:paraId="57876193" w14:textId="77777777">
      <w:pPr>
        <w:spacing w:after="0" w:line="240" w:lineRule="auto"/>
      </w:pPr>
      <w:r>
        <w:separator/>
      </w:r>
    </w:p>
  </w:footnote>
  <w:footnote w:type="continuationSeparator" w:id="0">
    <w:p w:rsidR="00D73D03" w:rsidP="00C16ABF" w:rsidRDefault="00D73D03" w14:paraId="2E7A88E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7FD5D6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F360F"/>
    <w:multiLevelType w:val="hybridMultilevel"/>
    <w:tmpl w:val="221AB742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417065"/>
    <w:multiLevelType w:val="hybridMultilevel"/>
    <w:tmpl w:val="5E600D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631198"/>
    <w:multiLevelType w:val="hybridMultilevel"/>
    <w:tmpl w:val="7FEA9B8A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D75682E"/>
    <w:multiLevelType w:val="hybridMultilevel"/>
    <w:tmpl w:val="CFD4A9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EB436B"/>
    <w:multiLevelType w:val="hybridMultilevel"/>
    <w:tmpl w:val="44A859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39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1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3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55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27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99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1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38" w:hanging="360"/>
      </w:pPr>
      <w:rPr>
        <w:rFonts w:hint="default" w:ascii="Wingdings" w:hAnsi="Wingdings"/>
      </w:rPr>
    </w:lvl>
  </w:abstractNum>
  <w:abstractNum w:abstractNumId="6" w15:restartNumberingAfterBreak="0">
    <w:nsid w:val="20010A20"/>
    <w:multiLevelType w:val="hybridMultilevel"/>
    <w:tmpl w:val="62DC115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025A75"/>
    <w:multiLevelType w:val="hybridMultilevel"/>
    <w:tmpl w:val="19D08C74"/>
    <w:lvl w:ilvl="0" w:tplc="1584CDF4">
      <w:numFmt w:val="bullet"/>
      <w:lvlText w:val="•"/>
      <w:lvlJc w:val="left"/>
      <w:pPr>
        <w:ind w:left="142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25241D10"/>
    <w:multiLevelType w:val="hybridMultilevel"/>
    <w:tmpl w:val="41CA732E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855E10"/>
    <w:multiLevelType w:val="hybridMultilevel"/>
    <w:tmpl w:val="9580F6B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CF57257"/>
    <w:multiLevelType w:val="hybridMultilevel"/>
    <w:tmpl w:val="0204C5E0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0607E7D"/>
    <w:multiLevelType w:val="hybridMultilevel"/>
    <w:tmpl w:val="966E7630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65107E"/>
    <w:multiLevelType w:val="hybridMultilevel"/>
    <w:tmpl w:val="C92E5FE6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C74BD4"/>
    <w:multiLevelType w:val="hybridMultilevel"/>
    <w:tmpl w:val="A2E0F7A8"/>
    <w:lvl w:ilvl="0" w:tplc="8A4E4E62">
      <w:start w:val="1"/>
      <w:numFmt w:val="bullet"/>
      <w:lvlText w:val=""/>
      <w:lvlJc w:val="left"/>
      <w:pPr>
        <w:ind w:left="103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hint="default" w:ascii="Wingdings" w:hAnsi="Wingdings"/>
      </w:rPr>
    </w:lvl>
  </w:abstractNum>
  <w:abstractNum w:abstractNumId="14" w15:restartNumberingAfterBreak="0">
    <w:nsid w:val="3CB07A84"/>
    <w:multiLevelType w:val="hybridMultilevel"/>
    <w:tmpl w:val="E3EEA57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9765E92"/>
    <w:multiLevelType w:val="hybridMultilevel"/>
    <w:tmpl w:val="B52C006C"/>
    <w:lvl w:ilvl="0" w:tplc="1584CDF4">
      <w:numFmt w:val="bullet"/>
      <w:lvlText w:val="•"/>
      <w:lvlJc w:val="left"/>
      <w:pPr>
        <w:ind w:left="1065" w:hanging="70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F5A3AF8"/>
    <w:multiLevelType w:val="hybridMultilevel"/>
    <w:tmpl w:val="D6F411B8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9D85AAF"/>
    <w:multiLevelType w:val="hybridMultilevel"/>
    <w:tmpl w:val="502CF734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6E467C"/>
    <w:multiLevelType w:val="hybridMultilevel"/>
    <w:tmpl w:val="888E5500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F3763B"/>
    <w:multiLevelType w:val="hybridMultilevel"/>
    <w:tmpl w:val="F2960CDE"/>
    <w:lvl w:ilvl="0" w:tplc="8A4E4E6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42B5626"/>
    <w:multiLevelType w:val="hybridMultilevel"/>
    <w:tmpl w:val="695A3A2E"/>
    <w:lvl w:ilvl="0" w:tplc="BD10AF28">
      <w:numFmt w:val="bullet"/>
      <w:lvlText w:val="•"/>
      <w:lvlJc w:val="left"/>
      <w:pPr>
        <w:ind w:left="753" w:hanging="435"/>
      </w:pPr>
      <w:rPr>
        <w:rFonts w:hint="default"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33276933">
    <w:abstractNumId w:val="4"/>
  </w:num>
  <w:num w:numId="2" w16cid:durableId="114569737">
    <w:abstractNumId w:val="1"/>
  </w:num>
  <w:num w:numId="3" w16cid:durableId="1352948899">
    <w:abstractNumId w:val="19"/>
  </w:num>
  <w:num w:numId="4" w16cid:durableId="568657540">
    <w:abstractNumId w:val="18"/>
  </w:num>
  <w:num w:numId="5" w16cid:durableId="1841698549">
    <w:abstractNumId w:val="13"/>
  </w:num>
  <w:num w:numId="6" w16cid:durableId="2083796034">
    <w:abstractNumId w:val="5"/>
  </w:num>
  <w:num w:numId="7" w16cid:durableId="1285187054">
    <w:abstractNumId w:val="20"/>
  </w:num>
  <w:num w:numId="8" w16cid:durableId="1123118273">
    <w:abstractNumId w:val="11"/>
  </w:num>
  <w:num w:numId="9" w16cid:durableId="1139958713">
    <w:abstractNumId w:val="9"/>
  </w:num>
  <w:num w:numId="10" w16cid:durableId="22487366">
    <w:abstractNumId w:val="16"/>
  </w:num>
  <w:num w:numId="11" w16cid:durableId="1466509291">
    <w:abstractNumId w:val="12"/>
  </w:num>
  <w:num w:numId="12" w16cid:durableId="359087595">
    <w:abstractNumId w:val="6"/>
  </w:num>
  <w:num w:numId="13" w16cid:durableId="986320664">
    <w:abstractNumId w:val="17"/>
  </w:num>
  <w:num w:numId="14" w16cid:durableId="703674871">
    <w:abstractNumId w:val="14"/>
  </w:num>
  <w:num w:numId="15" w16cid:durableId="2086299649">
    <w:abstractNumId w:val="0"/>
  </w:num>
  <w:num w:numId="16" w16cid:durableId="952857339">
    <w:abstractNumId w:val="3"/>
  </w:num>
  <w:num w:numId="17" w16cid:durableId="1228154024">
    <w:abstractNumId w:val="2"/>
  </w:num>
  <w:num w:numId="18" w16cid:durableId="24790219">
    <w:abstractNumId w:val="8"/>
  </w:num>
  <w:num w:numId="19" w16cid:durableId="788399306">
    <w:abstractNumId w:val="15"/>
  </w:num>
  <w:num w:numId="20" w16cid:durableId="1509175341">
    <w:abstractNumId w:val="10"/>
  </w:num>
  <w:num w:numId="21" w16cid:durableId="146029715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8FA"/>
    <w:rsid w:val="00022ECE"/>
    <w:rsid w:val="000404A6"/>
    <w:rsid w:val="00042A51"/>
    <w:rsid w:val="00042ABF"/>
    <w:rsid w:val="00042D2E"/>
    <w:rsid w:val="00044C82"/>
    <w:rsid w:val="00070ED6"/>
    <w:rsid w:val="00071CEC"/>
    <w:rsid w:val="000742DC"/>
    <w:rsid w:val="00084C12"/>
    <w:rsid w:val="0009375C"/>
    <w:rsid w:val="0009462C"/>
    <w:rsid w:val="00094B12"/>
    <w:rsid w:val="00094EF6"/>
    <w:rsid w:val="00096C46"/>
    <w:rsid w:val="000A296F"/>
    <w:rsid w:val="000A2A28"/>
    <w:rsid w:val="000A3CDF"/>
    <w:rsid w:val="000B192D"/>
    <w:rsid w:val="000B28EE"/>
    <w:rsid w:val="000B36B7"/>
    <w:rsid w:val="000B3E37"/>
    <w:rsid w:val="000D04B0"/>
    <w:rsid w:val="000E27BC"/>
    <w:rsid w:val="000F1C57"/>
    <w:rsid w:val="000F5615"/>
    <w:rsid w:val="00124BFF"/>
    <w:rsid w:val="0012560E"/>
    <w:rsid w:val="00127108"/>
    <w:rsid w:val="00134B13"/>
    <w:rsid w:val="00146BC0"/>
    <w:rsid w:val="001477F1"/>
    <w:rsid w:val="00153C41"/>
    <w:rsid w:val="00154381"/>
    <w:rsid w:val="001640A7"/>
    <w:rsid w:val="00164FA7"/>
    <w:rsid w:val="00166A03"/>
    <w:rsid w:val="001718A7"/>
    <w:rsid w:val="001737CF"/>
    <w:rsid w:val="00176083"/>
    <w:rsid w:val="00186F20"/>
    <w:rsid w:val="00192F37"/>
    <w:rsid w:val="001A70D2"/>
    <w:rsid w:val="001D25C0"/>
    <w:rsid w:val="001D657B"/>
    <w:rsid w:val="001D7B54"/>
    <w:rsid w:val="001E0209"/>
    <w:rsid w:val="001F2CA2"/>
    <w:rsid w:val="002144C0"/>
    <w:rsid w:val="002172F2"/>
    <w:rsid w:val="0022477D"/>
    <w:rsid w:val="002278A9"/>
    <w:rsid w:val="002336F9"/>
    <w:rsid w:val="0024028F"/>
    <w:rsid w:val="00244ABC"/>
    <w:rsid w:val="00257E82"/>
    <w:rsid w:val="00281FF2"/>
    <w:rsid w:val="002857DE"/>
    <w:rsid w:val="00291567"/>
    <w:rsid w:val="0029397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A95"/>
    <w:rsid w:val="00346FE9"/>
    <w:rsid w:val="0034759A"/>
    <w:rsid w:val="003503F6"/>
    <w:rsid w:val="003530DD"/>
    <w:rsid w:val="00363F78"/>
    <w:rsid w:val="0036427C"/>
    <w:rsid w:val="00384CA5"/>
    <w:rsid w:val="003A0A5B"/>
    <w:rsid w:val="003A1176"/>
    <w:rsid w:val="003C0BAE"/>
    <w:rsid w:val="003C6DBB"/>
    <w:rsid w:val="003D18A9"/>
    <w:rsid w:val="003D6CE2"/>
    <w:rsid w:val="003E1941"/>
    <w:rsid w:val="003E2FE6"/>
    <w:rsid w:val="003E49D5"/>
    <w:rsid w:val="003F205D"/>
    <w:rsid w:val="003F38C0"/>
    <w:rsid w:val="00411360"/>
    <w:rsid w:val="00414E3C"/>
    <w:rsid w:val="0042244A"/>
    <w:rsid w:val="0042745A"/>
    <w:rsid w:val="00431D5C"/>
    <w:rsid w:val="004362C6"/>
    <w:rsid w:val="00437FA2"/>
    <w:rsid w:val="00445970"/>
    <w:rsid w:val="00455355"/>
    <w:rsid w:val="00461EFC"/>
    <w:rsid w:val="004652C2"/>
    <w:rsid w:val="004706D1"/>
    <w:rsid w:val="00471326"/>
    <w:rsid w:val="0047598D"/>
    <w:rsid w:val="004840FD"/>
    <w:rsid w:val="00490F7D"/>
    <w:rsid w:val="00491678"/>
    <w:rsid w:val="00494833"/>
    <w:rsid w:val="00495B92"/>
    <w:rsid w:val="004968E2"/>
    <w:rsid w:val="004A3EEA"/>
    <w:rsid w:val="004A4D1F"/>
    <w:rsid w:val="004A6968"/>
    <w:rsid w:val="004D5282"/>
    <w:rsid w:val="004E5439"/>
    <w:rsid w:val="004F1551"/>
    <w:rsid w:val="004F55A3"/>
    <w:rsid w:val="0050496F"/>
    <w:rsid w:val="00513B6F"/>
    <w:rsid w:val="00517C63"/>
    <w:rsid w:val="005363C4"/>
    <w:rsid w:val="00536BDE"/>
    <w:rsid w:val="005416BF"/>
    <w:rsid w:val="00543ACC"/>
    <w:rsid w:val="005624C0"/>
    <w:rsid w:val="0056696D"/>
    <w:rsid w:val="00586186"/>
    <w:rsid w:val="0059484D"/>
    <w:rsid w:val="005A0855"/>
    <w:rsid w:val="005A3196"/>
    <w:rsid w:val="005C080F"/>
    <w:rsid w:val="005C55E5"/>
    <w:rsid w:val="005C696A"/>
    <w:rsid w:val="005E3CBB"/>
    <w:rsid w:val="005E6E85"/>
    <w:rsid w:val="005F31D2"/>
    <w:rsid w:val="0060418D"/>
    <w:rsid w:val="0061029B"/>
    <w:rsid w:val="006140A4"/>
    <w:rsid w:val="00614C77"/>
    <w:rsid w:val="00617230"/>
    <w:rsid w:val="00621CE1"/>
    <w:rsid w:val="00627FC9"/>
    <w:rsid w:val="0063131C"/>
    <w:rsid w:val="00647FA8"/>
    <w:rsid w:val="00650C5F"/>
    <w:rsid w:val="00654934"/>
    <w:rsid w:val="006620D9"/>
    <w:rsid w:val="00671958"/>
    <w:rsid w:val="00675843"/>
    <w:rsid w:val="00690EF1"/>
    <w:rsid w:val="00696477"/>
    <w:rsid w:val="006C1983"/>
    <w:rsid w:val="006D050F"/>
    <w:rsid w:val="006D6139"/>
    <w:rsid w:val="006E145F"/>
    <w:rsid w:val="006E4BD8"/>
    <w:rsid w:val="006E5D65"/>
    <w:rsid w:val="006F1282"/>
    <w:rsid w:val="006F1FBC"/>
    <w:rsid w:val="006F31E2"/>
    <w:rsid w:val="0070570B"/>
    <w:rsid w:val="00706544"/>
    <w:rsid w:val="007072BA"/>
    <w:rsid w:val="00714056"/>
    <w:rsid w:val="0071620A"/>
    <w:rsid w:val="00722BE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2276"/>
    <w:rsid w:val="008552A2"/>
    <w:rsid w:val="0085747A"/>
    <w:rsid w:val="00866AE3"/>
    <w:rsid w:val="00884922"/>
    <w:rsid w:val="00885F64"/>
    <w:rsid w:val="008917F9"/>
    <w:rsid w:val="00895ED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DE"/>
    <w:rsid w:val="00904914"/>
    <w:rsid w:val="00916188"/>
    <w:rsid w:val="00923D7D"/>
    <w:rsid w:val="009508DF"/>
    <w:rsid w:val="00950DAC"/>
    <w:rsid w:val="00954A07"/>
    <w:rsid w:val="00960640"/>
    <w:rsid w:val="00997F14"/>
    <w:rsid w:val="009A78D9"/>
    <w:rsid w:val="009C3E31"/>
    <w:rsid w:val="009C54AE"/>
    <w:rsid w:val="009C788E"/>
    <w:rsid w:val="009D3F3B"/>
    <w:rsid w:val="009E0543"/>
    <w:rsid w:val="009E33AE"/>
    <w:rsid w:val="009E3B41"/>
    <w:rsid w:val="009F3C5C"/>
    <w:rsid w:val="009F4610"/>
    <w:rsid w:val="00A00ECC"/>
    <w:rsid w:val="00A0793E"/>
    <w:rsid w:val="00A07AC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65"/>
    <w:rsid w:val="00BD3869"/>
    <w:rsid w:val="00BD66E9"/>
    <w:rsid w:val="00BD6FF4"/>
    <w:rsid w:val="00BE298B"/>
    <w:rsid w:val="00BF2C41"/>
    <w:rsid w:val="00C058B4"/>
    <w:rsid w:val="00C05F44"/>
    <w:rsid w:val="00C131B5"/>
    <w:rsid w:val="00C168A4"/>
    <w:rsid w:val="00C16ABF"/>
    <w:rsid w:val="00C170AE"/>
    <w:rsid w:val="00C26CB7"/>
    <w:rsid w:val="00C324C1"/>
    <w:rsid w:val="00C36992"/>
    <w:rsid w:val="00C449ED"/>
    <w:rsid w:val="00C56036"/>
    <w:rsid w:val="00C61DC5"/>
    <w:rsid w:val="00C67E92"/>
    <w:rsid w:val="00C70A26"/>
    <w:rsid w:val="00C76597"/>
    <w:rsid w:val="00C766DF"/>
    <w:rsid w:val="00C76A10"/>
    <w:rsid w:val="00C94B98"/>
    <w:rsid w:val="00CA2B96"/>
    <w:rsid w:val="00CA5089"/>
    <w:rsid w:val="00CC6E3B"/>
    <w:rsid w:val="00CD6897"/>
    <w:rsid w:val="00CE5BAC"/>
    <w:rsid w:val="00CF25BE"/>
    <w:rsid w:val="00CF78ED"/>
    <w:rsid w:val="00D02B25"/>
    <w:rsid w:val="00D02EBA"/>
    <w:rsid w:val="00D11164"/>
    <w:rsid w:val="00D12EA1"/>
    <w:rsid w:val="00D17C3C"/>
    <w:rsid w:val="00D23DBE"/>
    <w:rsid w:val="00D26B2C"/>
    <w:rsid w:val="00D352C9"/>
    <w:rsid w:val="00D425B2"/>
    <w:rsid w:val="00D428D6"/>
    <w:rsid w:val="00D552B2"/>
    <w:rsid w:val="00D608D1"/>
    <w:rsid w:val="00D73D03"/>
    <w:rsid w:val="00D74119"/>
    <w:rsid w:val="00D8075B"/>
    <w:rsid w:val="00D8678B"/>
    <w:rsid w:val="00DA2114"/>
    <w:rsid w:val="00DC2B0D"/>
    <w:rsid w:val="00DE09C0"/>
    <w:rsid w:val="00DE4384"/>
    <w:rsid w:val="00DE4A14"/>
    <w:rsid w:val="00DF320D"/>
    <w:rsid w:val="00DF688E"/>
    <w:rsid w:val="00DF71C8"/>
    <w:rsid w:val="00E129B8"/>
    <w:rsid w:val="00E21E7D"/>
    <w:rsid w:val="00E22FBC"/>
    <w:rsid w:val="00E24BF5"/>
    <w:rsid w:val="00E25338"/>
    <w:rsid w:val="00E51E44"/>
    <w:rsid w:val="00E63348"/>
    <w:rsid w:val="00E66A6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FA8"/>
    <w:rsid w:val="00ED32D2"/>
    <w:rsid w:val="00EE32DE"/>
    <w:rsid w:val="00EE5457"/>
    <w:rsid w:val="00F070AB"/>
    <w:rsid w:val="00F1116B"/>
    <w:rsid w:val="00F17567"/>
    <w:rsid w:val="00F17CB3"/>
    <w:rsid w:val="00F206AD"/>
    <w:rsid w:val="00F24CDE"/>
    <w:rsid w:val="00F27A7B"/>
    <w:rsid w:val="00F526AF"/>
    <w:rsid w:val="00F617C3"/>
    <w:rsid w:val="00F7066B"/>
    <w:rsid w:val="00F74EDF"/>
    <w:rsid w:val="00F83B28"/>
    <w:rsid w:val="00F84F69"/>
    <w:rsid w:val="00F90C46"/>
    <w:rsid w:val="00F974DA"/>
    <w:rsid w:val="00FA436C"/>
    <w:rsid w:val="00FA46E5"/>
    <w:rsid w:val="00FB7DBA"/>
    <w:rsid w:val="00FC1C25"/>
    <w:rsid w:val="00FC3F45"/>
    <w:rsid w:val="00FD503F"/>
    <w:rsid w:val="00FD7589"/>
    <w:rsid w:val="00FE1256"/>
    <w:rsid w:val="00FE39B2"/>
    <w:rsid w:val="00FF016A"/>
    <w:rsid w:val="00FF1401"/>
    <w:rsid w:val="00FF5E7D"/>
    <w:rsid w:val="62A5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4A55"/>
  <w15:docId w15:val="{3ED3CA26-B739-4D1F-A628-419C4DD5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0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parp.gov.pl/files/74/81/158/Ewaluacja_ex-post.Teoria_i_praktyka_badawcza.pdf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B2493E-4792-4D00-BA55-0E68B5393C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7275BB-CEDC-42C1-8D29-B74C17A2BC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41B39D-85C5-4E5E-B525-1F91FC2D2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65B58E-4169-4333-A232-43C337F8B8A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12</revision>
  <lastPrinted>2019-02-06T12:12:00.0000000Z</lastPrinted>
  <dcterms:created xsi:type="dcterms:W3CDTF">2020-10-28T05:00:00.0000000Z</dcterms:created>
  <dcterms:modified xsi:type="dcterms:W3CDTF">2024-08-07T08:13:22.1278373Z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